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4AD82E9C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</w:t>
      </w:r>
      <w:r w:rsidR="00291C09">
        <w:rPr>
          <w:rFonts w:ascii="Corbel" w:hAnsi="Corbel"/>
          <w:b/>
          <w:smallCaps/>
          <w:sz w:val="24"/>
          <w:szCs w:val="24"/>
        </w:rPr>
        <w:t>1</w:t>
      </w:r>
      <w:r w:rsidR="00A65A73" w:rsidRPr="00A65A73">
        <w:rPr>
          <w:rFonts w:ascii="Corbel" w:hAnsi="Corbel"/>
          <w:b/>
          <w:smallCaps/>
          <w:sz w:val="24"/>
          <w:szCs w:val="24"/>
        </w:rPr>
        <w:t>-202</w:t>
      </w:r>
      <w:r w:rsidR="00291C09">
        <w:rPr>
          <w:rFonts w:ascii="Corbel" w:hAnsi="Corbel"/>
          <w:b/>
          <w:smallCaps/>
          <w:sz w:val="24"/>
          <w:szCs w:val="24"/>
        </w:rPr>
        <w:t>4</w:t>
      </w:r>
    </w:p>
    <w:p w14:paraId="10CA8AEC" w14:textId="46DADCD5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291C09">
        <w:rPr>
          <w:rFonts w:ascii="Corbel" w:hAnsi="Corbel"/>
          <w:sz w:val="20"/>
          <w:szCs w:val="20"/>
        </w:rPr>
        <w:t>1</w:t>
      </w:r>
      <w:r w:rsidR="00A65A73">
        <w:rPr>
          <w:rFonts w:ascii="Corbel" w:hAnsi="Corbel"/>
          <w:sz w:val="20"/>
          <w:szCs w:val="20"/>
        </w:rPr>
        <w:t>/202</w:t>
      </w:r>
      <w:r w:rsidR="00291C0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04BDCF55" w:rsidR="0085747A" w:rsidRPr="006B7BDF" w:rsidRDefault="006B7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B7BD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67093ABB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6203DC10" w:rsidR="00015B8F" w:rsidRPr="009C54AE" w:rsidRDefault="006B7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proofErr w:type="spellStart"/>
            <w:r w:rsidRPr="00CF787B">
              <w:rPr>
                <w:rFonts w:ascii="Corbel" w:hAnsi="Corbel"/>
                <w:b w:val="0"/>
                <w:sz w:val="24"/>
                <w:szCs w:val="24"/>
              </w:rPr>
              <w:t>pozaprzyrodniczych</w:t>
            </w:r>
            <w:proofErr w:type="spellEnd"/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="008A0537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="008A0537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7861F08C" w:rsidR="0085747A" w:rsidRPr="009C54AE" w:rsidRDefault="006B7BDF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65994CBB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309ECC37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B7BD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W. </w:t>
            </w:r>
            <w:proofErr w:type="spellStart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Budner</w:t>
            </w:r>
            <w:proofErr w:type="spellEnd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>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[w:] T. Kudłacz, P. Brańka (red.), Teoria i praktyka rozwoju obszarów funkcjonalnych, Studia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KPZK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Weisman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Sonia Draga,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Katowica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Nisbett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E9B16" w14:textId="77777777" w:rsidR="00EC3589" w:rsidRDefault="00EC3589" w:rsidP="00C16ABF">
      <w:pPr>
        <w:spacing w:after="0" w:line="240" w:lineRule="auto"/>
      </w:pPr>
      <w:r>
        <w:separator/>
      </w:r>
    </w:p>
  </w:endnote>
  <w:endnote w:type="continuationSeparator" w:id="0">
    <w:p w14:paraId="1450D2A5" w14:textId="77777777" w:rsidR="00EC3589" w:rsidRDefault="00EC35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25B3B" w14:textId="77777777" w:rsidR="00EC3589" w:rsidRDefault="00EC3589" w:rsidP="00C16ABF">
      <w:pPr>
        <w:spacing w:after="0" w:line="240" w:lineRule="auto"/>
      </w:pPr>
      <w:r>
        <w:separator/>
      </w:r>
    </w:p>
  </w:footnote>
  <w:footnote w:type="continuationSeparator" w:id="0">
    <w:p w14:paraId="67B3EEEA" w14:textId="77777777" w:rsidR="00EC3589" w:rsidRDefault="00EC3589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91C09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B7BDF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4550F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3589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BC427-5743-41DD-893C-BB57052EB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45B17-E2B6-4287-AD65-78001301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1282</Words>
  <Characters>7698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2020-11-14T20:11:00Z</dcterms:created>
  <dcterms:modified xsi:type="dcterms:W3CDTF">2021-09-03T09:00:00Z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